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1EA5FBFE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78B90BF2" w14:textId="77777777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00</w:t>
            </w:r>
            <w:r w:rsidR="00D307C4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6E0C33FA" w14:textId="77777777" w:rsidR="00BC219A" w:rsidRDefault="00BC219A" w:rsidP="00BC219A">
            <w:pPr>
              <w:rPr>
                <w:rFonts w:asciiTheme="minorHAnsi" w:hAnsiTheme="minorHAnsi" w:cstheme="minorHAnsi"/>
                <w:b/>
              </w:rPr>
            </w:pPr>
          </w:p>
          <w:p w14:paraId="653301C4" w14:textId="2BA15673" w:rsidR="006C1BBB" w:rsidRPr="002D03A6" w:rsidRDefault="003B2A79" w:rsidP="00706D4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WORKING IN </w:t>
            </w:r>
            <w:r w:rsidRPr="00D307C4">
              <w:rPr>
                <w:rFonts w:asciiTheme="minorHAnsi" w:hAnsiTheme="minorHAnsi" w:cstheme="minorHAnsi"/>
                <w:b/>
              </w:rPr>
              <w:t>OPERATIONAL PLANT AND LIFT MOTOR ROOMS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70D7B775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3CE4C32D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60C0F5BF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65A07C3F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58CB7140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0FC48177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00A76436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30BC2503" w14:textId="212ACEF5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335792CE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2F206795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9329334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7445DDB9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3757E603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21FD8D5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ACE31C1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7A65AB14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41A7AC92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58943EAB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A3519F6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7231C529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296121C4" w14:textId="77777777" w:rsidR="00A62EF7" w:rsidRDefault="00A62EF7" w:rsidP="006C1BBB">
      <w:pPr>
        <w:rPr>
          <w:rFonts w:asciiTheme="minorHAnsi" w:hAnsiTheme="minorHAnsi" w:cstheme="minorHAnsi"/>
          <w:b/>
        </w:rPr>
      </w:pPr>
    </w:p>
    <w:p w14:paraId="0E592DA7" w14:textId="77777777" w:rsidR="006C1BBB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0E392428" w14:textId="77777777" w:rsidR="00A62EF7" w:rsidRPr="00307A0C" w:rsidRDefault="00A62EF7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02FE3892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412CC6C2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6DD1CB1A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2469A15A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035FCBB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0D180DE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6ED9C3C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3339D030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4BF4A22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6DCCF08F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6722E5" w14:paraId="111E0969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6A358EA4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3AE21B1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A4F3D4B" w14:textId="77777777" w:rsidR="00277E03" w:rsidRPr="006722E5" w:rsidRDefault="00277E03" w:rsidP="00277E03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Main Risks </w:t>
            </w:r>
          </w:p>
          <w:p w14:paraId="7CEF56B6" w14:textId="77777777" w:rsidR="00277E03" w:rsidRPr="006722E5" w:rsidRDefault="00277E03" w:rsidP="00277E03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&amp;</w:t>
            </w:r>
          </w:p>
          <w:p w14:paraId="04DE769D" w14:textId="77777777" w:rsidR="001F4612" w:rsidRPr="006722E5" w:rsidRDefault="00277E03" w:rsidP="00277E03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5790720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F134943" w14:textId="77777777" w:rsidR="001F4612" w:rsidRPr="006722E5" w:rsidRDefault="001F4612" w:rsidP="00D86014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Existing</w:t>
            </w:r>
          </w:p>
          <w:p w14:paraId="51EE8C18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7815F31" w14:textId="77777777" w:rsidR="001F4612" w:rsidRPr="006722E5" w:rsidRDefault="001F4612" w:rsidP="00D86014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Additional</w:t>
            </w:r>
          </w:p>
          <w:p w14:paraId="492DB8E9" w14:textId="77777777" w:rsidR="001F4612" w:rsidRPr="006722E5" w:rsidRDefault="001F4612" w:rsidP="00D86014">
            <w:pPr>
              <w:pStyle w:val="Heading4"/>
              <w:rPr>
                <w:rFonts w:ascii="Calibri" w:hAnsi="Calibri" w:cs="Calibri"/>
                <w:sz w:val="20"/>
              </w:rPr>
            </w:pPr>
            <w:r w:rsidRPr="006722E5">
              <w:rPr>
                <w:rFonts w:ascii="Calibri" w:hAnsi="Calibri" w:cs="Calibr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7A1BA1E0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 xml:space="preserve">Residual Risk </w:t>
            </w:r>
          </w:p>
        </w:tc>
      </w:tr>
      <w:tr w:rsidR="001F4612" w:rsidRPr="006722E5" w14:paraId="57E8E930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485BBE83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02A8785E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41E5A49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6B7A5579" w14:textId="77777777" w:rsidR="001F4612" w:rsidRPr="006722E5" w:rsidRDefault="001F4612" w:rsidP="00D86014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F2DE137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2E25E84D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F4DAC55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61D93B54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65C5E87E" w14:textId="77777777" w:rsidR="001F4612" w:rsidRPr="006722E5" w:rsidRDefault="001F4612" w:rsidP="00D86014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47527F3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D8A90FC" w14:textId="77777777" w:rsidR="001F4612" w:rsidRPr="006722E5" w:rsidRDefault="001F4612" w:rsidP="00D86014">
            <w:pPr>
              <w:jc w:val="center"/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RR</w:t>
            </w:r>
          </w:p>
        </w:tc>
      </w:tr>
      <w:tr w:rsidR="006722E5" w:rsidRPr="006722E5" w14:paraId="79ACE268" w14:textId="77777777" w:rsidTr="00C469EE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1D46C7E2" w14:textId="5E157B4E" w:rsidR="006722E5" w:rsidRPr="002A00AA" w:rsidRDefault="002A00AA" w:rsidP="006722E5">
            <w:pPr>
              <w:rPr>
                <w:rFonts w:ascii="Calibri" w:hAnsi="Calibri" w:cs="Calibri"/>
                <w:b/>
                <w:bCs/>
              </w:rPr>
            </w:pPr>
            <w:r w:rsidRPr="002A00AA">
              <w:rPr>
                <w:rFonts w:ascii="Calibri" w:hAnsi="Calibri" w:cs="Calibri"/>
                <w:b/>
                <w:bCs/>
              </w:rPr>
              <w:t>WORKING IN PLANT ROOM/LIFT MOTOR ROOM</w:t>
            </w:r>
          </w:p>
        </w:tc>
        <w:tc>
          <w:tcPr>
            <w:tcW w:w="1991" w:type="dxa"/>
          </w:tcPr>
          <w:p w14:paraId="3F6EDCBA" w14:textId="77777777" w:rsidR="006722E5" w:rsidRPr="00DE767D" w:rsidRDefault="006722E5" w:rsidP="006722E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Excessive noise levels</w:t>
            </w:r>
          </w:p>
        </w:tc>
        <w:tc>
          <w:tcPr>
            <w:tcW w:w="1558" w:type="dxa"/>
            <w:shd w:val="clear" w:color="auto" w:fill="auto"/>
          </w:tcPr>
          <w:p w14:paraId="1B16AB2E" w14:textId="77777777" w:rsidR="00DE767D" w:rsidRPr="006722E5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S</w:t>
            </w:r>
            <w:r w:rsidRPr="006722E5">
              <w:rPr>
                <w:rFonts w:ascii="Calibri" w:hAnsi="Calibri" w:cs="Calibri"/>
                <w:b/>
              </w:rPr>
              <w:t>ite staff</w:t>
            </w:r>
          </w:p>
          <w:p w14:paraId="4FB1D4DC" w14:textId="77777777" w:rsidR="00DE767D" w:rsidRDefault="00DE767D" w:rsidP="00DE767D">
            <w:pPr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Other contractors</w:t>
            </w:r>
          </w:p>
          <w:p w14:paraId="4E579E43" w14:textId="77777777" w:rsidR="006722E5" w:rsidRPr="00DE767D" w:rsidRDefault="006722E5" w:rsidP="006722E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Noise induced hearing loss</w:t>
            </w:r>
          </w:p>
        </w:tc>
        <w:tc>
          <w:tcPr>
            <w:tcW w:w="426" w:type="dxa"/>
          </w:tcPr>
          <w:p w14:paraId="125F5FE9" w14:textId="77777777" w:rsidR="006722E5" w:rsidRPr="00DE767D" w:rsidRDefault="006722E5" w:rsidP="006722E5">
            <w:pPr>
              <w:pStyle w:val="Heading2"/>
              <w:rPr>
                <w:rFonts w:ascii="Calibri" w:hAnsi="Calibri" w:cs="Calibri"/>
                <w:sz w:val="20"/>
              </w:rPr>
            </w:pPr>
            <w:r w:rsidRPr="00DE767D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425" w:type="dxa"/>
          </w:tcPr>
          <w:p w14:paraId="6FEF32E0" w14:textId="77777777" w:rsidR="006722E5" w:rsidRPr="00DE767D" w:rsidRDefault="006722E5" w:rsidP="006722E5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</w:tcPr>
          <w:p w14:paraId="467FB549" w14:textId="77777777" w:rsidR="006722E5" w:rsidRPr="00DE767D" w:rsidRDefault="006722E5" w:rsidP="006722E5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16</w:t>
            </w:r>
          </w:p>
        </w:tc>
        <w:tc>
          <w:tcPr>
            <w:tcW w:w="3400" w:type="dxa"/>
            <w:shd w:val="clear" w:color="auto" w:fill="auto"/>
          </w:tcPr>
          <w:p w14:paraId="2C5A7961" w14:textId="77777777" w:rsidR="006722E5" w:rsidRPr="005145CC" w:rsidRDefault="006722E5" w:rsidP="006722E5">
            <w:pPr>
              <w:pStyle w:val="ListParagraph"/>
              <w:numPr>
                <w:ilvl w:val="0"/>
                <w:numId w:val="41"/>
              </w:numPr>
              <w:rPr>
                <w:rFonts w:cs="Calibri"/>
                <w:sz w:val="20"/>
                <w:szCs w:val="20"/>
              </w:rPr>
            </w:pPr>
            <w:r w:rsidRPr="005145CC">
              <w:rPr>
                <w:rFonts w:cs="Calibri"/>
                <w:sz w:val="20"/>
                <w:szCs w:val="20"/>
              </w:rPr>
              <w:t>Hearing protection to be worn.</w:t>
            </w:r>
          </w:p>
          <w:p w14:paraId="25EF3922" w14:textId="77777777" w:rsidR="006722E5" w:rsidRPr="005145CC" w:rsidRDefault="006722E5" w:rsidP="005145CC">
            <w:pPr>
              <w:pStyle w:val="ListParagraph"/>
              <w:numPr>
                <w:ilvl w:val="0"/>
                <w:numId w:val="41"/>
              </w:numPr>
              <w:rPr>
                <w:rFonts w:cs="Calibri"/>
                <w:sz w:val="20"/>
                <w:szCs w:val="20"/>
              </w:rPr>
            </w:pPr>
            <w:r w:rsidRPr="005145CC">
              <w:rPr>
                <w:rFonts w:cs="Calibri"/>
                <w:sz w:val="20"/>
                <w:szCs w:val="20"/>
              </w:rPr>
              <w:t>Area should be posted with noise hazard warning signs.</w:t>
            </w:r>
          </w:p>
        </w:tc>
        <w:tc>
          <w:tcPr>
            <w:tcW w:w="3117" w:type="dxa"/>
            <w:shd w:val="clear" w:color="auto" w:fill="auto"/>
          </w:tcPr>
          <w:p w14:paraId="656F9E59" w14:textId="2C64DE55" w:rsidR="006722E5" w:rsidRDefault="006722E5" w:rsidP="006722E5">
            <w:pPr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</w:rPr>
              <w:t>If possible noisy equipment to be isolated during survey</w:t>
            </w:r>
          </w:p>
          <w:p w14:paraId="34B2311B" w14:textId="4F64B17F" w:rsidR="007F1BD3" w:rsidRPr="006722E5" w:rsidRDefault="007F1BD3" w:rsidP="006722E5">
            <w:pPr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Limit the time spent in area</w:t>
            </w:r>
          </w:p>
          <w:p w14:paraId="061AA3BD" w14:textId="77777777" w:rsidR="006722E5" w:rsidRPr="00DE767D" w:rsidRDefault="006722E5" w:rsidP="006722E5">
            <w:pPr>
              <w:rPr>
                <w:rFonts w:ascii="Calibri" w:hAnsi="Calibri" w:cs="Calibri"/>
              </w:rPr>
            </w:pPr>
          </w:p>
        </w:tc>
        <w:tc>
          <w:tcPr>
            <w:tcW w:w="425" w:type="dxa"/>
          </w:tcPr>
          <w:p w14:paraId="47083040" w14:textId="77777777" w:rsidR="006722E5" w:rsidRPr="00DE767D" w:rsidRDefault="006722E5" w:rsidP="006722E5">
            <w:pPr>
              <w:pStyle w:val="Header"/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</w:tcPr>
          <w:p w14:paraId="202FCFA2" w14:textId="77777777" w:rsidR="006722E5" w:rsidRPr="00DE767D" w:rsidRDefault="006722E5" w:rsidP="006722E5">
            <w:pPr>
              <w:pStyle w:val="Header"/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682" w:type="dxa"/>
          </w:tcPr>
          <w:p w14:paraId="653D3F29" w14:textId="77777777" w:rsidR="006722E5" w:rsidRPr="00DE767D" w:rsidRDefault="006722E5" w:rsidP="006722E5">
            <w:pPr>
              <w:pStyle w:val="Header"/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4</w:t>
            </w:r>
          </w:p>
        </w:tc>
      </w:tr>
      <w:tr w:rsidR="007F7185" w:rsidRPr="006722E5" w14:paraId="452F5CB1" w14:textId="77777777" w:rsidTr="00C26D95">
        <w:trPr>
          <w:cantSplit/>
          <w:trHeight w:val="1217"/>
          <w:jc w:val="center"/>
        </w:trPr>
        <w:tc>
          <w:tcPr>
            <w:tcW w:w="1982" w:type="dxa"/>
            <w:vMerge w:val="restart"/>
            <w:shd w:val="clear" w:color="auto" w:fill="auto"/>
          </w:tcPr>
          <w:p w14:paraId="787699CD" w14:textId="18F51033" w:rsidR="003B2A79" w:rsidRPr="002A00AA" w:rsidRDefault="002A00AA" w:rsidP="006722E5">
            <w:pPr>
              <w:rPr>
                <w:rFonts w:ascii="Calibri" w:hAnsi="Calibri" w:cs="Calibri"/>
                <w:b/>
                <w:bCs/>
              </w:rPr>
            </w:pPr>
            <w:r w:rsidRPr="002A00AA">
              <w:rPr>
                <w:rFonts w:ascii="Calibri" w:hAnsi="Calibri" w:cs="Calibri"/>
                <w:b/>
                <w:bCs/>
              </w:rPr>
              <w:t>WORKING NEAR LIVE PIPES AND MACHINERY</w:t>
            </w:r>
          </w:p>
          <w:p w14:paraId="12BBD878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0FE7266C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39EB5CBE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4507DEBA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2B0ED2AF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32911FE6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5D12A48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3AD21B61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80AEA61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126F004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1AEDDF70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B27A271" w14:textId="77777777" w:rsidR="003B2A79" w:rsidRPr="002A00AA" w:rsidRDefault="003B2A79" w:rsidP="003B2A79">
            <w:pPr>
              <w:rPr>
                <w:rFonts w:ascii="Calibri" w:hAnsi="Calibri" w:cs="Calibri"/>
                <w:b/>
                <w:bCs/>
              </w:rPr>
            </w:pPr>
          </w:p>
          <w:p w14:paraId="7158B909" w14:textId="32A1903F" w:rsidR="007F7185" w:rsidRPr="002A00AA" w:rsidRDefault="007F7185" w:rsidP="003B2A79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91" w:type="dxa"/>
          </w:tcPr>
          <w:p w14:paraId="78F74E92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Hot surfaces.</w:t>
            </w:r>
          </w:p>
          <w:p w14:paraId="428E360B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Moving equipment</w:t>
            </w:r>
          </w:p>
          <w:p w14:paraId="64BC1956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Unguarded equipment</w:t>
            </w:r>
          </w:p>
          <w:p w14:paraId="1F24F42D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 xml:space="preserve">Unlagged plant room piping </w:t>
            </w:r>
          </w:p>
        </w:tc>
        <w:tc>
          <w:tcPr>
            <w:tcW w:w="1558" w:type="dxa"/>
            <w:shd w:val="clear" w:color="auto" w:fill="auto"/>
          </w:tcPr>
          <w:p w14:paraId="67B82675" w14:textId="77777777" w:rsidR="00DE767D" w:rsidRPr="006722E5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S</w:t>
            </w:r>
            <w:r w:rsidRPr="006722E5">
              <w:rPr>
                <w:rFonts w:ascii="Calibri" w:hAnsi="Calibri" w:cs="Calibri"/>
                <w:b/>
              </w:rPr>
              <w:t>ite staff</w:t>
            </w:r>
          </w:p>
          <w:p w14:paraId="1EA8349E" w14:textId="77777777" w:rsidR="00DE767D" w:rsidRDefault="00DE767D" w:rsidP="00DE767D">
            <w:pPr>
              <w:rPr>
                <w:rFonts w:ascii="Calibri" w:hAnsi="Calibri" w:cs="Calibri"/>
              </w:rPr>
            </w:pPr>
            <w:r w:rsidRPr="006722E5">
              <w:rPr>
                <w:rFonts w:ascii="Calibri" w:hAnsi="Calibri" w:cs="Calibri"/>
                <w:b/>
              </w:rPr>
              <w:t>Other contractors</w:t>
            </w:r>
          </w:p>
          <w:p w14:paraId="6AE90DBC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Contact with hot surfaces.</w:t>
            </w:r>
          </w:p>
          <w:p w14:paraId="09C0C8E1" w14:textId="77777777" w:rsidR="007F7185" w:rsidRPr="00DE767D" w:rsidRDefault="007F7185" w:rsidP="007F7185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Burns</w:t>
            </w:r>
          </w:p>
          <w:p w14:paraId="43E722A6" w14:textId="77777777" w:rsidR="007F7185" w:rsidRPr="00DE767D" w:rsidRDefault="007F7185" w:rsidP="007F7185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</w:rPr>
              <w:t>Entrapment hazards</w:t>
            </w:r>
          </w:p>
        </w:tc>
        <w:tc>
          <w:tcPr>
            <w:tcW w:w="426" w:type="dxa"/>
          </w:tcPr>
          <w:p w14:paraId="15291C04" w14:textId="77777777" w:rsidR="007F7185" w:rsidRPr="00DE767D" w:rsidRDefault="007F7185" w:rsidP="006722E5">
            <w:pPr>
              <w:pStyle w:val="Heading2"/>
              <w:rPr>
                <w:rFonts w:ascii="Calibri" w:hAnsi="Calibri" w:cs="Calibri"/>
                <w:sz w:val="20"/>
              </w:rPr>
            </w:pPr>
            <w:r w:rsidRPr="00DE767D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425" w:type="dxa"/>
          </w:tcPr>
          <w:p w14:paraId="65247388" w14:textId="77777777" w:rsidR="007F7185" w:rsidRPr="00DE767D" w:rsidRDefault="007F7185" w:rsidP="006722E5">
            <w:pPr>
              <w:tabs>
                <w:tab w:val="left" w:pos="473"/>
              </w:tabs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</w:tcPr>
          <w:p w14:paraId="42711D72" w14:textId="77777777" w:rsidR="007F7185" w:rsidRPr="00DE767D" w:rsidRDefault="007F7185" w:rsidP="006722E5">
            <w:pPr>
              <w:tabs>
                <w:tab w:val="left" w:pos="473"/>
              </w:tabs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</w:tcPr>
          <w:p w14:paraId="08836D9E" w14:textId="77777777" w:rsidR="007F7185" w:rsidRPr="00DE767D" w:rsidRDefault="007F7185" w:rsidP="006722E5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Contractor to avoid contact with process pipework and equipment.</w:t>
            </w:r>
          </w:p>
          <w:p w14:paraId="3510F9A6" w14:textId="77777777" w:rsidR="007F7185" w:rsidRPr="00DE767D" w:rsidRDefault="007F7185" w:rsidP="006722E5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 xml:space="preserve">Appropriate first aid kit to be available </w:t>
            </w:r>
          </w:p>
          <w:p w14:paraId="0BEFE015" w14:textId="2271614C" w:rsidR="007F7185" w:rsidRPr="00C26D95" w:rsidRDefault="007F7185" w:rsidP="00C26D95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 xml:space="preserve">When working in lift motor rooms the main power for the equipment must be locked off before work starts </w:t>
            </w:r>
          </w:p>
        </w:tc>
        <w:tc>
          <w:tcPr>
            <w:tcW w:w="3117" w:type="dxa"/>
          </w:tcPr>
          <w:p w14:paraId="0C742C5F" w14:textId="77777777" w:rsidR="007F7185" w:rsidRPr="00DE767D" w:rsidRDefault="007F7185" w:rsidP="006722E5">
            <w:pPr>
              <w:pStyle w:val="ListParagraph"/>
              <w:numPr>
                <w:ilvl w:val="0"/>
                <w:numId w:val="40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Any heat burn to be run under fresh running water for 10 minutes.</w:t>
            </w:r>
          </w:p>
          <w:p w14:paraId="5FD6E877" w14:textId="77777777" w:rsidR="007F7185" w:rsidRPr="00DE767D" w:rsidRDefault="007F7185" w:rsidP="006722E5">
            <w:pPr>
              <w:pStyle w:val="ListParagraph"/>
              <w:numPr>
                <w:ilvl w:val="0"/>
                <w:numId w:val="40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Seek medical attention immediately.</w:t>
            </w:r>
          </w:p>
          <w:p w14:paraId="52A100A9" w14:textId="77777777" w:rsidR="007F7185" w:rsidRPr="00DE767D" w:rsidRDefault="007F7185" w:rsidP="006722E5">
            <w:pPr>
              <w:pStyle w:val="ListParagraph"/>
              <w:numPr>
                <w:ilvl w:val="0"/>
                <w:numId w:val="40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Follow the safe system of work and the method statement</w:t>
            </w:r>
          </w:p>
          <w:p w14:paraId="05A32EA9" w14:textId="77777777" w:rsidR="007F7185" w:rsidRPr="00DE767D" w:rsidRDefault="007F7185" w:rsidP="006722E5">
            <w:pPr>
              <w:tabs>
                <w:tab w:val="left" w:pos="473"/>
              </w:tabs>
              <w:rPr>
                <w:rFonts w:ascii="Calibri" w:hAnsi="Calibri" w:cs="Calibri"/>
              </w:rPr>
            </w:pPr>
          </w:p>
        </w:tc>
        <w:tc>
          <w:tcPr>
            <w:tcW w:w="425" w:type="dxa"/>
          </w:tcPr>
          <w:p w14:paraId="6041C603" w14:textId="77777777" w:rsidR="007F7185" w:rsidRPr="00DE767D" w:rsidRDefault="007F7185" w:rsidP="006722E5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</w:tcPr>
          <w:p w14:paraId="565638E8" w14:textId="77777777" w:rsidR="007F7185" w:rsidRPr="00DE767D" w:rsidRDefault="007F7185" w:rsidP="006722E5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</w:tcPr>
          <w:p w14:paraId="44D1F1A0" w14:textId="77777777" w:rsidR="007F7185" w:rsidRPr="00DE767D" w:rsidRDefault="007F7185" w:rsidP="006722E5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6</w:t>
            </w:r>
          </w:p>
        </w:tc>
      </w:tr>
      <w:tr w:rsidR="00DE767D" w:rsidRPr="006722E5" w14:paraId="27E90490" w14:textId="77777777" w:rsidTr="00E63F70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4503DCC6" w14:textId="77777777" w:rsidR="00DE767D" w:rsidRPr="00DE767D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1991" w:type="dxa"/>
          </w:tcPr>
          <w:p w14:paraId="4039760A" w14:textId="77777777" w:rsidR="00DE767D" w:rsidRPr="00DE767D" w:rsidRDefault="00DE767D" w:rsidP="00DE767D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Elevated working temperature (above 37°C) Heat stress</w:t>
            </w:r>
          </w:p>
        </w:tc>
        <w:tc>
          <w:tcPr>
            <w:tcW w:w="1558" w:type="dxa"/>
            <w:shd w:val="clear" w:color="auto" w:fill="auto"/>
          </w:tcPr>
          <w:p w14:paraId="77723CDD" w14:textId="77777777" w:rsidR="00DE767D" w:rsidRPr="006722E5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S</w:t>
            </w:r>
            <w:r w:rsidRPr="006722E5">
              <w:rPr>
                <w:rFonts w:ascii="Calibri" w:hAnsi="Calibri" w:cs="Calibri"/>
                <w:b/>
              </w:rPr>
              <w:t>ite staff</w:t>
            </w:r>
          </w:p>
          <w:p w14:paraId="7495E551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6722E5">
              <w:rPr>
                <w:rFonts w:ascii="Calibri" w:hAnsi="Calibri" w:cs="Calibri"/>
                <w:b/>
              </w:rPr>
              <w:t>Other contractors</w:t>
            </w:r>
          </w:p>
          <w:p w14:paraId="358B3828" w14:textId="77777777" w:rsidR="00DE767D" w:rsidRDefault="00DE767D" w:rsidP="00DE767D">
            <w:pPr>
              <w:rPr>
                <w:rFonts w:ascii="Calibri" w:hAnsi="Calibri" w:cs="Calibri"/>
              </w:rPr>
            </w:pPr>
          </w:p>
          <w:p w14:paraId="38F62761" w14:textId="77777777" w:rsidR="00DE767D" w:rsidRPr="00DE767D" w:rsidRDefault="00DE767D" w:rsidP="00DE767D">
            <w:pPr>
              <w:rPr>
                <w:rFonts w:ascii="Calibri" w:hAnsi="Calibri" w:cs="Calibri"/>
              </w:rPr>
            </w:pPr>
            <w:r w:rsidRPr="00DE767D">
              <w:rPr>
                <w:rFonts w:ascii="Calibri" w:hAnsi="Calibri" w:cs="Calibri"/>
              </w:rPr>
              <w:t>Heat Stress</w:t>
            </w:r>
          </w:p>
          <w:p w14:paraId="56518DB4" w14:textId="77777777" w:rsidR="00DE767D" w:rsidRPr="00DE767D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</w:tcPr>
          <w:p w14:paraId="11B60796" w14:textId="77777777" w:rsidR="00DE767D" w:rsidRPr="00DE767D" w:rsidRDefault="00DE767D" w:rsidP="00DE767D">
            <w:pPr>
              <w:pStyle w:val="Heading2"/>
              <w:rPr>
                <w:rFonts w:ascii="Calibri" w:hAnsi="Calibri" w:cs="Calibri"/>
                <w:sz w:val="20"/>
              </w:rPr>
            </w:pPr>
            <w:r w:rsidRPr="00DE767D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425" w:type="dxa"/>
          </w:tcPr>
          <w:p w14:paraId="0F4DCD20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</w:tcPr>
          <w:p w14:paraId="36C310FA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</w:tcPr>
          <w:p w14:paraId="746F242E" w14:textId="77777777" w:rsidR="00DE767D" w:rsidRPr="00DE767D" w:rsidRDefault="00DE767D" w:rsidP="00DE767D">
            <w:pPr>
              <w:pStyle w:val="ListParagraph"/>
              <w:numPr>
                <w:ilvl w:val="0"/>
                <w:numId w:val="43"/>
              </w:numPr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 xml:space="preserve">Where temperature is above 37°C, working period to be limited to 20 minutes with 40minute rest period to cool off. </w:t>
            </w:r>
          </w:p>
          <w:p w14:paraId="66CBDEFC" w14:textId="77777777" w:rsidR="00DE767D" w:rsidRPr="00DE767D" w:rsidRDefault="00DE767D" w:rsidP="00DE767D">
            <w:pPr>
              <w:pStyle w:val="ListParagraph"/>
              <w:numPr>
                <w:ilvl w:val="0"/>
                <w:numId w:val="43"/>
              </w:numPr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Drinking water to be available.</w:t>
            </w:r>
          </w:p>
        </w:tc>
        <w:tc>
          <w:tcPr>
            <w:tcW w:w="3117" w:type="dxa"/>
          </w:tcPr>
          <w:p w14:paraId="36366781" w14:textId="77777777" w:rsidR="00DE767D" w:rsidRPr="00DE767D" w:rsidRDefault="00DE767D" w:rsidP="00DE767D">
            <w:pPr>
              <w:pStyle w:val="ListParagraph"/>
              <w:numPr>
                <w:ilvl w:val="0"/>
                <w:numId w:val="44"/>
              </w:numPr>
              <w:contextualSpacing/>
              <w:rPr>
                <w:rFonts w:cs="Calibri"/>
                <w:sz w:val="20"/>
                <w:szCs w:val="20"/>
              </w:rPr>
            </w:pPr>
            <w:r w:rsidRPr="00DE767D">
              <w:rPr>
                <w:rFonts w:cs="Calibri"/>
                <w:sz w:val="20"/>
                <w:szCs w:val="20"/>
              </w:rPr>
              <w:t>Project manager to be advised of situation immediately.</w:t>
            </w:r>
          </w:p>
          <w:p w14:paraId="602D804D" w14:textId="1051C7A6" w:rsidR="00DE767D" w:rsidRPr="00DE767D" w:rsidRDefault="007F1BD3" w:rsidP="00DE767D">
            <w:pPr>
              <w:pStyle w:val="ListParagraph"/>
              <w:numPr>
                <w:ilvl w:val="0"/>
                <w:numId w:val="44"/>
              </w:numPr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Site staff</w:t>
            </w:r>
            <w:r w:rsidR="00DE767D" w:rsidRPr="00DE767D">
              <w:rPr>
                <w:rFonts w:cs="Calibri"/>
                <w:sz w:val="20"/>
                <w:szCs w:val="20"/>
              </w:rPr>
              <w:t xml:space="preserve"> to exit plant room immediately if feeling nauseous.</w:t>
            </w:r>
          </w:p>
        </w:tc>
        <w:tc>
          <w:tcPr>
            <w:tcW w:w="425" w:type="dxa"/>
          </w:tcPr>
          <w:p w14:paraId="4C9FEBE7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</w:tcPr>
          <w:p w14:paraId="2E29E645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</w:tcPr>
          <w:p w14:paraId="1873A761" w14:textId="77777777" w:rsidR="00DE767D" w:rsidRPr="00DE767D" w:rsidRDefault="00DE767D" w:rsidP="00DE767D">
            <w:pPr>
              <w:rPr>
                <w:rFonts w:ascii="Calibri" w:hAnsi="Calibri" w:cs="Calibri"/>
                <w:b/>
              </w:rPr>
            </w:pPr>
            <w:r w:rsidRPr="00DE767D">
              <w:rPr>
                <w:rFonts w:ascii="Calibri" w:hAnsi="Calibri" w:cs="Calibri"/>
                <w:b/>
              </w:rPr>
              <w:t>3</w:t>
            </w:r>
          </w:p>
        </w:tc>
      </w:tr>
    </w:tbl>
    <w:p w14:paraId="3160D75D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620B4210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6B32D67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85A583E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5CF8013D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1545C46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0C64BE7A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FEC080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CFC560B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77DE6F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2412A56B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7A60ADDE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69FB201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0A500CE8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4F237A0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3B4CF0D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1BFF0F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0B8B5E64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7CB0DA1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27AAEA2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62E5157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0975140E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6B8F1BCC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C2A629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3114E98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DE767D" w:rsidRPr="00C458C3" w14:paraId="6F041DE7" w14:textId="77777777" w:rsidTr="001B7C46">
        <w:trPr>
          <w:cantSplit/>
          <w:jc w:val="center"/>
        </w:trPr>
        <w:tc>
          <w:tcPr>
            <w:tcW w:w="1982" w:type="dxa"/>
            <w:vMerge w:val="restart"/>
            <w:shd w:val="clear" w:color="auto" w:fill="auto"/>
          </w:tcPr>
          <w:p w14:paraId="3C0BD57B" w14:textId="66C853E1" w:rsidR="00DE767D" w:rsidRPr="002A00AA" w:rsidRDefault="002A00AA" w:rsidP="00DE767D">
            <w:pPr>
              <w:rPr>
                <w:rFonts w:ascii="Calibri" w:hAnsi="Calibri" w:cs="Calibri"/>
                <w:b/>
                <w:bCs/>
              </w:rPr>
            </w:pPr>
            <w:r w:rsidRPr="002A00AA">
              <w:rPr>
                <w:rFonts w:ascii="Calibri" w:hAnsi="Calibri" w:cs="Calibri"/>
                <w:b/>
                <w:bCs/>
              </w:rPr>
              <w:t>WORKING IN THE PLANT/LIFT MOTOR ROOM</w:t>
            </w:r>
          </w:p>
        </w:tc>
        <w:tc>
          <w:tcPr>
            <w:tcW w:w="1991" w:type="dxa"/>
            <w:shd w:val="clear" w:color="auto" w:fill="auto"/>
          </w:tcPr>
          <w:p w14:paraId="2D09A82D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Live electrical equipment</w:t>
            </w:r>
          </w:p>
        </w:tc>
        <w:tc>
          <w:tcPr>
            <w:tcW w:w="1558" w:type="dxa"/>
            <w:shd w:val="clear" w:color="auto" w:fill="auto"/>
          </w:tcPr>
          <w:p w14:paraId="66858DAD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Site staff</w:t>
            </w:r>
          </w:p>
          <w:p w14:paraId="2C99230E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Other contractors</w:t>
            </w:r>
          </w:p>
          <w:p w14:paraId="09E29792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  <w:p w14:paraId="54DD7A74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</w:rPr>
              <w:t>Contact with live electrical equipment. Shock or burns</w:t>
            </w:r>
          </w:p>
          <w:p w14:paraId="4FAF99BE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shd w:val="clear" w:color="auto" w:fill="auto"/>
          </w:tcPr>
          <w:p w14:paraId="1EA9F38E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14:paraId="78F146C7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5B354956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  <w:shd w:val="clear" w:color="auto" w:fill="auto"/>
          </w:tcPr>
          <w:p w14:paraId="22AE1556" w14:textId="77777777" w:rsidR="00DE767D" w:rsidRDefault="00DE767D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Electrical equipment to be isolated prior to entering plant room</w:t>
            </w:r>
          </w:p>
          <w:p w14:paraId="264B4AA0" w14:textId="7434774F" w:rsidR="00F82949" w:rsidRPr="00F82949" w:rsidRDefault="00F82949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Site staff to check isolation of electricity services before</w:t>
            </w:r>
            <w:r w:rsidR="00A5429F">
              <w:rPr>
                <w:rFonts w:cs="Calibri"/>
                <w:sz w:val="20"/>
                <w:szCs w:val="20"/>
              </w:rPr>
              <w:t xml:space="preserve"> start of works</w:t>
            </w:r>
          </w:p>
        </w:tc>
        <w:tc>
          <w:tcPr>
            <w:tcW w:w="3117" w:type="dxa"/>
            <w:shd w:val="clear" w:color="auto" w:fill="auto"/>
          </w:tcPr>
          <w:p w14:paraId="317AA28F" w14:textId="1BD20850" w:rsidR="00DE767D" w:rsidRDefault="00DE767D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Contractor to request information from occupier prior to works taking place</w:t>
            </w:r>
          </w:p>
          <w:p w14:paraId="6395AD37" w14:textId="517026B0" w:rsidR="00A5429F" w:rsidRDefault="00A5429F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All staff working on site to receive regular </w:t>
            </w:r>
            <w:r w:rsidR="00865FFD">
              <w:rPr>
                <w:rFonts w:cs="Calibri"/>
                <w:sz w:val="20"/>
                <w:szCs w:val="20"/>
              </w:rPr>
              <w:t>toolbox</w:t>
            </w:r>
            <w:r>
              <w:rPr>
                <w:rFonts w:cs="Calibri"/>
                <w:sz w:val="20"/>
                <w:szCs w:val="20"/>
              </w:rPr>
              <w:t xml:space="preserve"> talks</w:t>
            </w:r>
          </w:p>
          <w:p w14:paraId="43290463" w14:textId="4DD06CB3" w:rsidR="00742D75" w:rsidRPr="00F82949" w:rsidRDefault="00742D75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Site supervisor to ensure regular safety </w:t>
            </w:r>
            <w:r w:rsidR="00865FFD">
              <w:rPr>
                <w:rFonts w:cs="Calibri"/>
                <w:sz w:val="20"/>
                <w:szCs w:val="20"/>
              </w:rPr>
              <w:t>inspections</w:t>
            </w:r>
            <w:r>
              <w:rPr>
                <w:rFonts w:cs="Calibri"/>
                <w:sz w:val="20"/>
                <w:szCs w:val="20"/>
              </w:rPr>
              <w:t xml:space="preserve"> are completed</w:t>
            </w:r>
          </w:p>
          <w:p w14:paraId="48BB17E6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5" w:type="dxa"/>
            <w:shd w:val="clear" w:color="auto" w:fill="auto"/>
          </w:tcPr>
          <w:p w14:paraId="4C90A520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641B9CE8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14:paraId="125F59C9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</w:tr>
      <w:tr w:rsidR="00DE767D" w:rsidRPr="00C458C3" w14:paraId="5B70A737" w14:textId="77777777" w:rsidTr="00BF00E2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0BFC155E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1991" w:type="dxa"/>
            <w:shd w:val="clear" w:color="auto" w:fill="auto"/>
          </w:tcPr>
          <w:p w14:paraId="60CC60BB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Moving parts of machinery</w:t>
            </w:r>
          </w:p>
          <w:p w14:paraId="1BA7DEDF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Unfamiliarity with the machinery</w:t>
            </w:r>
          </w:p>
        </w:tc>
        <w:tc>
          <w:tcPr>
            <w:tcW w:w="1558" w:type="dxa"/>
            <w:shd w:val="clear" w:color="auto" w:fill="auto"/>
          </w:tcPr>
          <w:p w14:paraId="121DCAEF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Site staff</w:t>
            </w:r>
          </w:p>
          <w:p w14:paraId="1BFEF5F6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Other contractors</w:t>
            </w:r>
          </w:p>
          <w:p w14:paraId="1F2EAE9E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  <w:p w14:paraId="5CEDAB7A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Contact with dangerous or moving parts of machinery</w:t>
            </w:r>
          </w:p>
          <w:p w14:paraId="24D85D7C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</w:rPr>
              <w:t>Entrapment or crush injuries</w:t>
            </w:r>
          </w:p>
          <w:p w14:paraId="1B8722AF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A4A55BD" w14:textId="77777777" w:rsidR="00DE767D" w:rsidRPr="00F82949" w:rsidRDefault="00DE767D" w:rsidP="00DE767D">
            <w:pPr>
              <w:pStyle w:val="Heading2"/>
              <w:rPr>
                <w:rFonts w:ascii="Calibri" w:hAnsi="Calibri" w:cs="Calibri"/>
                <w:sz w:val="20"/>
              </w:rPr>
            </w:pPr>
            <w:r w:rsidRPr="00F82949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C7F60D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701A7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  <w:shd w:val="clear" w:color="auto" w:fill="auto"/>
          </w:tcPr>
          <w:p w14:paraId="0C2B8878" w14:textId="77777777" w:rsidR="003A738C" w:rsidRDefault="00DE767D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Unguarded machinery to be isolated before commencing work</w:t>
            </w:r>
          </w:p>
          <w:p w14:paraId="63472E98" w14:textId="6A3B282A" w:rsidR="00DE767D" w:rsidRPr="00F82949" w:rsidRDefault="003A738C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Site supervisor and site contact to check all guarding and machinery isolators are in place and working</w:t>
            </w:r>
            <w:r w:rsidR="00DE767D" w:rsidRPr="00F82949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117" w:type="dxa"/>
            <w:shd w:val="clear" w:color="auto" w:fill="auto"/>
          </w:tcPr>
          <w:p w14:paraId="6F25EF6D" w14:textId="77777777" w:rsidR="00DE767D" w:rsidRDefault="00DE767D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Occupier to shut down and lock off machinery with unguarded dangerous parts</w:t>
            </w:r>
          </w:p>
          <w:p w14:paraId="66FFEFE0" w14:textId="77777777" w:rsidR="00880BCD" w:rsidRDefault="00880BCD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Ensure locked off equipment/services are clearly marked</w:t>
            </w:r>
          </w:p>
          <w:p w14:paraId="3CD37B23" w14:textId="33AF86B5" w:rsidR="00880BCD" w:rsidRPr="00F82949" w:rsidRDefault="00880BCD" w:rsidP="00DE767D">
            <w:pPr>
              <w:pStyle w:val="ListParagraph"/>
              <w:numPr>
                <w:ilvl w:val="0"/>
                <w:numId w:val="45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Implement a s</w:t>
            </w:r>
            <w:r w:rsidR="00F83002">
              <w:rPr>
                <w:rFonts w:cs="Calibri"/>
                <w:sz w:val="20"/>
                <w:szCs w:val="20"/>
              </w:rPr>
              <w:t>afe</w:t>
            </w:r>
            <w:r>
              <w:rPr>
                <w:rFonts w:cs="Calibri"/>
                <w:sz w:val="20"/>
                <w:szCs w:val="20"/>
              </w:rPr>
              <w:t xml:space="preserve"> system of works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27BDE4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AC94F1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DAB578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5</w:t>
            </w:r>
          </w:p>
        </w:tc>
      </w:tr>
      <w:tr w:rsidR="00DE767D" w:rsidRPr="00C458C3" w14:paraId="0F75C2FD" w14:textId="77777777" w:rsidTr="00BF00E2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0BCBD508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1991" w:type="dxa"/>
            <w:shd w:val="clear" w:color="auto" w:fill="auto"/>
          </w:tcPr>
          <w:p w14:paraId="0114AB9C" w14:textId="77777777" w:rsidR="00DE767D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Wet/slippery floor surface</w:t>
            </w:r>
          </w:p>
          <w:p w14:paraId="25B84489" w14:textId="241B9A1B" w:rsidR="00A92E75" w:rsidRPr="00F82949" w:rsidRDefault="00A92E75" w:rsidP="00DE76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Lack of appropriate lighting</w:t>
            </w:r>
          </w:p>
        </w:tc>
        <w:tc>
          <w:tcPr>
            <w:tcW w:w="1558" w:type="dxa"/>
            <w:shd w:val="clear" w:color="auto" w:fill="auto"/>
          </w:tcPr>
          <w:p w14:paraId="292A1131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Site staff</w:t>
            </w:r>
          </w:p>
          <w:p w14:paraId="4DE23AF9" w14:textId="77777777" w:rsidR="00DE767D" w:rsidRPr="00F82949" w:rsidRDefault="00DE767D" w:rsidP="00DE767D">
            <w:pPr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Other contractors</w:t>
            </w:r>
          </w:p>
          <w:p w14:paraId="7AFD48CE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  <w:p w14:paraId="61DF0BAF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Slip</w:t>
            </w:r>
          </w:p>
          <w:p w14:paraId="44D0145D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Trip</w:t>
            </w:r>
          </w:p>
          <w:p w14:paraId="7DA9FAD0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  <w:r w:rsidRPr="00F82949">
              <w:rPr>
                <w:rFonts w:ascii="Calibri" w:hAnsi="Calibri" w:cs="Calibri"/>
              </w:rPr>
              <w:t>Personal injury</w:t>
            </w:r>
          </w:p>
          <w:p w14:paraId="7D080541" w14:textId="77777777" w:rsidR="00DE767D" w:rsidRPr="00F82949" w:rsidRDefault="00DE767D" w:rsidP="00DE767D">
            <w:pPr>
              <w:rPr>
                <w:rFonts w:ascii="Calibri" w:hAnsi="Calibri" w:cs="Calibri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BE8D05" w14:textId="77777777" w:rsidR="00DE767D" w:rsidRPr="00F82949" w:rsidRDefault="00DE767D" w:rsidP="00DE767D">
            <w:pPr>
              <w:pStyle w:val="Heading2"/>
              <w:rPr>
                <w:rFonts w:ascii="Calibri" w:hAnsi="Calibri" w:cs="Calibri"/>
                <w:sz w:val="20"/>
              </w:rPr>
            </w:pPr>
            <w:r w:rsidRPr="00F8294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34BCC7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3AEE78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  <w:shd w:val="clear" w:color="auto" w:fill="auto"/>
          </w:tcPr>
          <w:p w14:paraId="6DDB32B4" w14:textId="77777777" w:rsidR="00DE767D" w:rsidRPr="00F82949" w:rsidRDefault="00DE767D" w:rsidP="00DE767D">
            <w:pPr>
              <w:pStyle w:val="ListParagraph"/>
              <w:numPr>
                <w:ilvl w:val="0"/>
                <w:numId w:val="46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All contractor must wear appropriate safety footwear</w:t>
            </w:r>
          </w:p>
          <w:p w14:paraId="0D351DAD" w14:textId="77777777" w:rsidR="00DE767D" w:rsidRPr="00F82949" w:rsidRDefault="00DE767D" w:rsidP="00DE767D">
            <w:pPr>
              <w:pStyle w:val="ListParagraph"/>
              <w:numPr>
                <w:ilvl w:val="0"/>
                <w:numId w:val="46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Area to be checked before the start of works to identify any slip trip hazards</w:t>
            </w:r>
          </w:p>
        </w:tc>
        <w:tc>
          <w:tcPr>
            <w:tcW w:w="3117" w:type="dxa"/>
            <w:shd w:val="clear" w:color="auto" w:fill="auto"/>
          </w:tcPr>
          <w:p w14:paraId="4E053F57" w14:textId="77777777" w:rsidR="00DE767D" w:rsidRDefault="00DE767D" w:rsidP="00DE767D">
            <w:pPr>
              <w:pStyle w:val="ListParagraph"/>
              <w:numPr>
                <w:ilvl w:val="0"/>
                <w:numId w:val="46"/>
              </w:numPr>
              <w:rPr>
                <w:rFonts w:cs="Calibri"/>
                <w:sz w:val="20"/>
                <w:szCs w:val="20"/>
              </w:rPr>
            </w:pPr>
            <w:r w:rsidRPr="00F82949">
              <w:rPr>
                <w:rFonts w:cs="Calibri"/>
                <w:sz w:val="20"/>
                <w:szCs w:val="20"/>
              </w:rPr>
              <w:t>Ensure adequate lighting is provided for the working area</w:t>
            </w:r>
          </w:p>
          <w:p w14:paraId="49C03A1B" w14:textId="3B2B0463" w:rsidR="002123AE" w:rsidRPr="00F82949" w:rsidRDefault="005145CC" w:rsidP="00DE767D">
            <w:pPr>
              <w:pStyle w:val="ListParagraph"/>
              <w:numPr>
                <w:ilvl w:val="0"/>
                <w:numId w:val="46"/>
              </w:num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Regular cleaning of work area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09DA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C0ED8E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660FB7" w14:textId="77777777" w:rsidR="00DE767D" w:rsidRPr="00F82949" w:rsidRDefault="00DE767D" w:rsidP="00DE767D">
            <w:pPr>
              <w:jc w:val="center"/>
              <w:rPr>
                <w:rFonts w:ascii="Calibri" w:hAnsi="Calibri" w:cs="Calibri"/>
                <w:b/>
              </w:rPr>
            </w:pPr>
            <w:r w:rsidRPr="00F82949">
              <w:rPr>
                <w:rFonts w:ascii="Calibri" w:hAnsi="Calibri" w:cs="Calibri"/>
                <w:b/>
              </w:rPr>
              <w:t>3</w:t>
            </w:r>
          </w:p>
        </w:tc>
      </w:tr>
    </w:tbl>
    <w:p w14:paraId="33C61FC7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52BDF427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5C4C545B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774D1F3E" w14:textId="77777777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4B474D9" w14:textId="77777777" w:rsidR="007934F3" w:rsidRDefault="007934F3" w:rsidP="00D37A5C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9F39540" w14:textId="77777777" w:rsidR="007934F3" w:rsidRDefault="007934F3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0B1B216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C09B6F5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BBC9AFC" w14:textId="77777777" w:rsidR="005915F7" w:rsidRDefault="005915F7" w:rsidP="005915F7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D92A86A" w14:textId="77777777" w:rsidR="007770CC" w:rsidRPr="007770CC" w:rsidRDefault="007770CC" w:rsidP="005915F7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3E53AF84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2B813FF5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67"/>
        <w:gridCol w:w="567"/>
        <w:gridCol w:w="2127"/>
        <w:gridCol w:w="1984"/>
        <w:gridCol w:w="1985"/>
        <w:gridCol w:w="1984"/>
        <w:gridCol w:w="1706"/>
      </w:tblGrid>
      <w:tr w:rsidR="00745448" w:rsidRPr="00651EF5" w14:paraId="731DD756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187F6E27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37BA634" wp14:editId="59A3CF83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6BB180F8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5CBE63" wp14:editId="0D00C817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13AD89C8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08D206" wp14:editId="576E2ECF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38B6F7D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069424" wp14:editId="4C6DF3DB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1740B9DF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130FD0A" wp14:editId="3F68325D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292760F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0E970" wp14:editId="6FE82462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6C01CCD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7C8B45F" wp14:editId="29BC623A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7D50A241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5ADAE98A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1B3E312C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3BF116E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2B07DB42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67732FD1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48FE51A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F8F164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0F56C53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ED8888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23FA69B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8B5DCE1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53E7904F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598081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647BD2BE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7FCE00A9" w14:textId="77777777" w:rsidTr="00BC219A">
        <w:trPr>
          <w:jc w:val="center"/>
        </w:trPr>
        <w:tc>
          <w:tcPr>
            <w:tcW w:w="2263" w:type="dxa"/>
            <w:shd w:val="clear" w:color="auto" w:fill="92D050"/>
          </w:tcPr>
          <w:p w14:paraId="196D92A6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1B9FA7AC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92D050"/>
          </w:tcPr>
          <w:p w14:paraId="56F04242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5A2AB079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32C0EB46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E0EA3B0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02AA66D1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92D050"/>
          </w:tcPr>
          <w:p w14:paraId="5E37052A" w14:textId="77777777" w:rsidR="00745448" w:rsidRPr="00651EF5" w:rsidRDefault="00745448" w:rsidP="00BF00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1109137F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1CFC5386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87E7B52" wp14:editId="774DA033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171D0689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807B331" wp14:editId="5A7269F1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4F907AD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57283A" wp14:editId="14AF259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4C5E92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E41061E" wp14:editId="3F946997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678EE6A4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A3A4A4" wp14:editId="0FEFF8CE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033217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28A66B" wp14:editId="2685177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749847D8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AE1D35F" wp14:editId="2476C49F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615B453A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243DA383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6BB6B127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5AB719D4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3D66D32D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CC0342C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649E591E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9CDCBA3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5709E9BB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25889A5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09A54933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4F5DD3B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0734E0A7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29B0D56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01BDAEF7" w14:textId="77777777" w:rsidTr="005915F7">
        <w:trPr>
          <w:jc w:val="center"/>
        </w:trPr>
        <w:tc>
          <w:tcPr>
            <w:tcW w:w="2263" w:type="dxa"/>
            <w:shd w:val="clear" w:color="auto" w:fill="auto"/>
          </w:tcPr>
          <w:p w14:paraId="057BA9A0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742713A6" w14:textId="77777777" w:rsidR="00745448" w:rsidRPr="00651EF5" w:rsidRDefault="00745448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1A29ADCF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4BFDA442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C934B72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92D050"/>
          </w:tcPr>
          <w:p w14:paraId="19C23B98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92D050"/>
          </w:tcPr>
          <w:p w14:paraId="4B74EE44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5FE57B72" w14:textId="77777777" w:rsidR="00745448" w:rsidRPr="00651EF5" w:rsidRDefault="00745448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72F98C7E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4EDF872" w14:textId="77777777" w:rsidR="00745448" w:rsidRPr="00651EF5" w:rsidRDefault="00745448" w:rsidP="00BF00E2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F5B823" wp14:editId="5AA5EF5B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18610888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ADC4B54" wp14:editId="6042A41D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5D910F17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79EDB20" wp14:editId="24495EB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20FCBC59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C3C20A" wp14:editId="49F7C383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1AD277C1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4562D" wp14:editId="443AD12B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748DD4A" w14:textId="77777777" w:rsidR="00745448" w:rsidRPr="00651EF5" w:rsidRDefault="00745448" w:rsidP="00BF00E2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F7729C7" wp14:editId="398A71E3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615E1FDF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6DA5D6" wp14:editId="5AB3F5AE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74C8EFEF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6A8FBFD9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27BFCE43" w14:textId="77777777" w:rsidR="00745448" w:rsidRPr="00745448" w:rsidRDefault="00745448" w:rsidP="00BF00E2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04589F6F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56E9168D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47130606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3FDAF61C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4E207985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4EE2CBFE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B89F98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5ECF7FA1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960359A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5AF54749" w14:textId="77777777" w:rsidR="00745448" w:rsidRPr="00745448" w:rsidRDefault="00745448" w:rsidP="00BF00E2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0EBC9C68" w14:textId="77777777" w:rsidR="00745448" w:rsidRPr="00632DD1" w:rsidRDefault="00632DD1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1603FD" w:rsidRPr="00651EF5" w14:paraId="22DB436B" w14:textId="77777777" w:rsidTr="00BC219A">
        <w:trPr>
          <w:jc w:val="center"/>
        </w:trPr>
        <w:tc>
          <w:tcPr>
            <w:tcW w:w="2263" w:type="dxa"/>
            <w:shd w:val="clear" w:color="auto" w:fill="auto"/>
          </w:tcPr>
          <w:p w14:paraId="5BA99FD4" w14:textId="77777777" w:rsidR="001603FD" w:rsidRPr="00651EF5" w:rsidRDefault="001603FD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15657989" w14:textId="77777777" w:rsidR="001603FD" w:rsidRPr="00651EF5" w:rsidRDefault="001603FD" w:rsidP="00BF00E2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70F4375C" w14:textId="77777777" w:rsidR="001603FD" w:rsidRPr="001603FD" w:rsidRDefault="001603FD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567" w:type="dxa"/>
            <w:shd w:val="clear" w:color="auto" w:fill="auto"/>
          </w:tcPr>
          <w:p w14:paraId="63FCC645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734F3D06" w14:textId="77777777" w:rsidR="001603FD" w:rsidRPr="001603FD" w:rsidRDefault="001603FD" w:rsidP="00BF00E2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Nio</w:t>
            </w:r>
          </w:p>
        </w:tc>
        <w:tc>
          <w:tcPr>
            <w:tcW w:w="567" w:type="dxa"/>
            <w:shd w:val="clear" w:color="auto" w:fill="auto"/>
          </w:tcPr>
          <w:p w14:paraId="41E507F7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92D050"/>
          </w:tcPr>
          <w:p w14:paraId="0A6F6115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DEC07A4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12EE1472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2930240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6CCA2ADD" w14:textId="77777777" w:rsidR="001603FD" w:rsidRPr="00651EF5" w:rsidRDefault="001603FD" w:rsidP="00BF00E2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50B61F56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5DCFA4F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397BA142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56E644DB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AEC6444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39CF7552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34835BF8" w14:textId="77777777" w:rsidR="009E614E" w:rsidRDefault="009E614E" w:rsidP="0059074B">
      <w:pPr>
        <w:rPr>
          <w:rFonts w:ascii="Verdana" w:hAnsi="Verdana" w:cs="Arial"/>
          <w:b/>
          <w:bCs/>
          <w:u w:val="single"/>
        </w:rPr>
      </w:pPr>
    </w:p>
    <w:p w14:paraId="32AE033F" w14:textId="082953E0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58BF62C6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413D2C6F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0EAF3593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62DE646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BDD71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75F0B4B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2E51AEE4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71CEF1FF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70C9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BB9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41AAB3B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E27AC1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3017D91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B3AF8A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7061AB07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6DEB2A9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74069178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2B26B48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06E97B3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2989D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29A875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D46632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056AD8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284AFBA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5FA48AE2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670E4C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A2340C8" w14:textId="77777777" w:rsidTr="007F77F6">
        <w:tc>
          <w:tcPr>
            <w:tcW w:w="614" w:type="dxa"/>
            <w:vMerge/>
            <w:shd w:val="clear" w:color="auto" w:fill="E0E0E0"/>
          </w:tcPr>
          <w:p w14:paraId="3B07923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2C8232D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19E5EFB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25296E5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417A979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7160DC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41ADB7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55632898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819356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67D598DE" w14:textId="77777777" w:rsidTr="007F77F6">
        <w:tc>
          <w:tcPr>
            <w:tcW w:w="614" w:type="dxa"/>
            <w:vMerge/>
            <w:shd w:val="clear" w:color="auto" w:fill="E0E0E0"/>
          </w:tcPr>
          <w:p w14:paraId="15791C9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624B725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036EACD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47E91B7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54CF143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2746A0F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B995B8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25581372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EEEBD0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689535DC" w14:textId="77777777" w:rsidTr="007F77F6">
        <w:tc>
          <w:tcPr>
            <w:tcW w:w="614" w:type="dxa"/>
            <w:vMerge/>
            <w:shd w:val="clear" w:color="auto" w:fill="E0E0E0"/>
          </w:tcPr>
          <w:p w14:paraId="08565DC2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74579E89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6069DD69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585FF7D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4B4904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E10006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6ED79EA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F6AECC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740BA321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7D7E1269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4B36EF77" w14:textId="77777777" w:rsidTr="007F77F6">
        <w:tc>
          <w:tcPr>
            <w:tcW w:w="614" w:type="dxa"/>
            <w:vMerge/>
            <w:shd w:val="clear" w:color="auto" w:fill="E0E0E0"/>
          </w:tcPr>
          <w:p w14:paraId="3F40328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1CDF5DA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4019A09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3233C76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0774C95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65D57D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66008EC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3E724BCC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1D2B35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45E8B529" w14:textId="77777777" w:rsidTr="007F77F6">
        <w:tc>
          <w:tcPr>
            <w:tcW w:w="614" w:type="dxa"/>
            <w:vMerge/>
            <w:shd w:val="clear" w:color="auto" w:fill="E0E0E0"/>
          </w:tcPr>
          <w:p w14:paraId="158D806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7084810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2657DD6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13D5F19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11A11B2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6C9B41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1B3128D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47F761F1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7875451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0B7AC116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0C4CBE7B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7F4E1EA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72FA558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08AF7E0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4F817FC5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360F842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3028D15F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77343C0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29EF3C4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59E8F72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595EF201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2A76F1D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5E3655D4" w14:textId="77777777" w:rsidTr="007F77F6">
        <w:tc>
          <w:tcPr>
            <w:tcW w:w="774" w:type="dxa"/>
            <w:shd w:val="clear" w:color="auto" w:fill="FF0000"/>
            <w:vAlign w:val="center"/>
          </w:tcPr>
          <w:p w14:paraId="28F5048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5ABC634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083A3EC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3D879F9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702B715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65877E81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1A0D0890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010E2CCC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17D92F3B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01F5A8DB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85B7DF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78FB2E0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5720ABF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B70EC6F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562B146C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349B8A88" w14:textId="77777777" w:rsidTr="00D86014">
        <w:tc>
          <w:tcPr>
            <w:tcW w:w="2088" w:type="dxa"/>
            <w:shd w:val="clear" w:color="auto" w:fill="E0E0E0"/>
          </w:tcPr>
          <w:p w14:paraId="4DBB529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265D5A0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6652B3B3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0DC4C3F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509F218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03D59AAD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22FC8B4A" w14:textId="77777777" w:rsidTr="00D86014">
        <w:tc>
          <w:tcPr>
            <w:tcW w:w="2088" w:type="dxa"/>
          </w:tcPr>
          <w:p w14:paraId="4E1E594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7D53B26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0EF05A2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35BEAB1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6EB6319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E98B24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434ACF6C" w14:textId="77777777" w:rsidTr="00D86014">
        <w:tc>
          <w:tcPr>
            <w:tcW w:w="2088" w:type="dxa"/>
          </w:tcPr>
          <w:p w14:paraId="4D7857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CC267A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90F3F7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0901C0B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234B378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79ED47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419EDF0F" w14:textId="77777777" w:rsidTr="00D86014">
        <w:tc>
          <w:tcPr>
            <w:tcW w:w="2088" w:type="dxa"/>
          </w:tcPr>
          <w:p w14:paraId="2804406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46282F1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0EA2BC7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4246BB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5445CA9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47AAF2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C21FE36" w14:textId="77777777" w:rsidTr="00D86014">
        <w:tc>
          <w:tcPr>
            <w:tcW w:w="2088" w:type="dxa"/>
          </w:tcPr>
          <w:p w14:paraId="06E0258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00BA4A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39B8458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6D5021F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3634A78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D0AA32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7F223ECC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5FD00880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4AE30206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01D16CC3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5A461A61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52E113A1" w14:textId="77777777" w:rsidTr="00D86014">
        <w:tc>
          <w:tcPr>
            <w:tcW w:w="2088" w:type="dxa"/>
            <w:shd w:val="clear" w:color="auto" w:fill="E0E0E0"/>
          </w:tcPr>
          <w:p w14:paraId="4E6ED52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0CF428D1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0DCE7FC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460851A1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483055A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015271B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0534252F" w14:textId="77777777" w:rsidTr="00D86014">
        <w:tc>
          <w:tcPr>
            <w:tcW w:w="2088" w:type="dxa"/>
          </w:tcPr>
          <w:p w14:paraId="1FBAF06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61A4F6A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10976C1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1C19844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9F4187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445B7F6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BAF8309" w14:textId="77777777" w:rsidTr="00D86014">
        <w:tc>
          <w:tcPr>
            <w:tcW w:w="2088" w:type="dxa"/>
          </w:tcPr>
          <w:p w14:paraId="3C83327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03420D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ADD1D5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4FBA894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4230AB3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024B7E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0FBB448" w14:textId="77777777" w:rsidTr="00D86014">
        <w:tc>
          <w:tcPr>
            <w:tcW w:w="2088" w:type="dxa"/>
          </w:tcPr>
          <w:p w14:paraId="1742EEF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7DD6A64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2EB64AF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2659BF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2F1C8D0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755BE20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24AA47D1" w14:textId="77777777" w:rsidTr="00D86014">
        <w:tc>
          <w:tcPr>
            <w:tcW w:w="2088" w:type="dxa"/>
          </w:tcPr>
          <w:p w14:paraId="33402AC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FB5574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2AE3045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22AF9A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25B8CA1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3D2DE4A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3391F2A5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011675FE" w14:textId="5BBE9471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3951A445" w14:textId="0C17B027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03CD8DC8" w14:textId="7FC4DB50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3E1E8BF7" w14:textId="34EC5EF8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6B041A92" w14:textId="177C4203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14FD2105" w14:textId="4DE86B92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6873A710" w14:textId="37DD07A6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357B484B" w14:textId="559128AE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3CD28755" w14:textId="739EA5D6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284CFA68" w14:textId="2C2F1E68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069FA32E" w14:textId="7E71B929" w:rsidR="00161722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444BFD01" w14:textId="77777777" w:rsidR="00161722" w:rsidRPr="00BC08C0" w:rsidRDefault="00161722" w:rsidP="0016172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3235E276" w14:textId="77777777" w:rsidR="00161722" w:rsidRPr="00BC08C0" w:rsidRDefault="00161722" w:rsidP="00161722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583D8D33" w14:textId="77777777" w:rsidR="00161722" w:rsidRPr="00BC08C0" w:rsidRDefault="00161722" w:rsidP="0052366D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0" w:name="_GoBack"/>
      <w:bookmarkEnd w:id="0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161722" w14:paraId="1416F97C" w14:textId="77777777" w:rsidTr="00CA5E01">
        <w:tc>
          <w:tcPr>
            <w:tcW w:w="3709" w:type="dxa"/>
          </w:tcPr>
          <w:p w14:paraId="4C5ED08B" w14:textId="77777777" w:rsidR="00161722" w:rsidRDefault="00161722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6C73375D" w14:textId="77777777" w:rsidR="00161722" w:rsidRPr="00BC08C0" w:rsidRDefault="00161722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1B1FE6F2" w14:textId="77777777" w:rsidR="00161722" w:rsidRPr="00BC08C0" w:rsidRDefault="00161722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31EB84A4" w14:textId="77777777" w:rsidR="00161722" w:rsidRPr="00BC08C0" w:rsidRDefault="00161722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334C604B" w14:textId="77777777" w:rsidR="00161722" w:rsidRPr="00BC08C0" w:rsidRDefault="00161722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161722" w14:paraId="13D90E57" w14:textId="77777777" w:rsidTr="00CA5E01">
        <w:tc>
          <w:tcPr>
            <w:tcW w:w="3709" w:type="dxa"/>
          </w:tcPr>
          <w:p w14:paraId="506DD486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07F07A7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4554585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658CD78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7CF3960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7173EDFD" w14:textId="77777777" w:rsidTr="00CA5E01">
        <w:tc>
          <w:tcPr>
            <w:tcW w:w="3709" w:type="dxa"/>
          </w:tcPr>
          <w:p w14:paraId="0907D9C1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D3972CB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FF599A1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C13A50F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8AFF5C2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22679DEB" w14:textId="77777777" w:rsidTr="00CA5E01">
        <w:tc>
          <w:tcPr>
            <w:tcW w:w="3709" w:type="dxa"/>
          </w:tcPr>
          <w:p w14:paraId="077DECF0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4F76791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24CD7E1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902A109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4E8CF5A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5CE6D3F3" w14:textId="77777777" w:rsidTr="00CA5E01">
        <w:tc>
          <w:tcPr>
            <w:tcW w:w="3709" w:type="dxa"/>
          </w:tcPr>
          <w:p w14:paraId="7C21FB56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EB41092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CEC9479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B089ADB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429A68A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6764F964" w14:textId="77777777" w:rsidTr="00CA5E01">
        <w:tc>
          <w:tcPr>
            <w:tcW w:w="3709" w:type="dxa"/>
          </w:tcPr>
          <w:p w14:paraId="1E5DE6A0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3653755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D087BFD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9897705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9A7DA0C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27C2D978" w14:textId="77777777" w:rsidTr="00CA5E01">
        <w:tc>
          <w:tcPr>
            <w:tcW w:w="3709" w:type="dxa"/>
          </w:tcPr>
          <w:p w14:paraId="27C054E9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886317C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F25166B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CDA05CC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31D57EC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1722" w14:paraId="105AB0C7" w14:textId="77777777" w:rsidTr="00CA5E01">
        <w:tc>
          <w:tcPr>
            <w:tcW w:w="3709" w:type="dxa"/>
          </w:tcPr>
          <w:p w14:paraId="791D972C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F3D773B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4140333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ECBA39A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5503053" w14:textId="77777777" w:rsidR="00161722" w:rsidRDefault="00161722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23C86DB" w14:textId="77777777" w:rsidR="00161722" w:rsidRPr="00B87DEF" w:rsidRDefault="00161722" w:rsidP="00161722">
      <w:pPr>
        <w:rPr>
          <w:rFonts w:asciiTheme="minorHAnsi" w:hAnsiTheme="minorHAnsi" w:cstheme="minorHAnsi"/>
          <w:b/>
          <w:bCs/>
        </w:rPr>
      </w:pPr>
    </w:p>
    <w:p w14:paraId="6BD96136" w14:textId="77777777" w:rsidR="00161722" w:rsidRPr="00B87DEF" w:rsidRDefault="00161722" w:rsidP="002605EC">
      <w:pPr>
        <w:jc w:val="center"/>
        <w:rPr>
          <w:rFonts w:asciiTheme="minorHAnsi" w:hAnsiTheme="minorHAnsi" w:cstheme="minorHAnsi"/>
          <w:b/>
        </w:rPr>
      </w:pPr>
    </w:p>
    <w:p w14:paraId="55B940C7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3EF6F247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4"/>
      <w:footerReference w:type="default" r:id="rId25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5B23C" w14:textId="77777777" w:rsidR="009775EC" w:rsidRDefault="009775EC">
      <w:r>
        <w:separator/>
      </w:r>
    </w:p>
  </w:endnote>
  <w:endnote w:type="continuationSeparator" w:id="0">
    <w:p w14:paraId="45D6849C" w14:textId="77777777" w:rsidR="009775EC" w:rsidRDefault="009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940EA" w14:textId="03664259" w:rsidR="00BF00E2" w:rsidRPr="00AD432A" w:rsidRDefault="00D307C4" w:rsidP="00AD432A">
    <w:pPr>
      <w:rPr>
        <w:rFonts w:asciiTheme="minorHAnsi" w:hAnsiTheme="minorHAnsi" w:cstheme="minorHAnsi"/>
        <w:b/>
        <w:sz w:val="18"/>
        <w:szCs w:val="22"/>
      </w:rPr>
    </w:pPr>
    <w:r>
      <w:rPr>
        <w:rStyle w:val="headerChar0"/>
        <w:rFonts w:asciiTheme="minorHAnsi" w:hAnsiTheme="minorHAnsi" w:cstheme="minorHAnsi"/>
        <w:b/>
        <w:sz w:val="16"/>
        <w:szCs w:val="16"/>
      </w:rPr>
      <w:t>RA007</w:t>
    </w:r>
    <w:r w:rsidR="00BF00E2" w:rsidRPr="00264FD6">
      <w:rPr>
        <w:rStyle w:val="headerChar0"/>
        <w:rFonts w:asciiTheme="minorHAnsi" w:hAnsiTheme="minorHAnsi" w:cstheme="minorHAnsi"/>
        <w:b/>
        <w:sz w:val="16"/>
        <w:szCs w:val="16"/>
      </w:rPr>
      <w:t>-</w:t>
    </w:r>
    <w:r w:rsidR="00BF00E2" w:rsidRPr="00AD432A">
      <w:rPr>
        <w:rFonts w:asciiTheme="minorHAnsi" w:eastAsiaTheme="minorHAnsi" w:hAnsiTheme="minorHAnsi" w:cstheme="minorBidi"/>
        <w:sz w:val="22"/>
        <w:szCs w:val="22"/>
      </w:rPr>
      <w:t xml:space="preserve"> </w:t>
    </w:r>
    <w:r w:rsidRPr="00D307C4">
      <w:rPr>
        <w:rFonts w:asciiTheme="minorHAnsi" w:hAnsiTheme="minorHAnsi" w:cstheme="minorHAnsi"/>
        <w:b/>
        <w:sz w:val="16"/>
        <w:szCs w:val="16"/>
      </w:rPr>
      <w:t xml:space="preserve">Working in Operational Plant and Lift Motor Rooms </w:t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  <w:t xml:space="preserve">Reviewed </w:t>
    </w:r>
    <w:r w:rsidR="00BF00E2" w:rsidRPr="00C250B0">
      <w:rPr>
        <w:rFonts w:asciiTheme="minorHAnsi" w:hAnsiTheme="minorHAnsi" w:cstheme="minorHAnsi"/>
        <w:sz w:val="16"/>
        <w:szCs w:val="16"/>
      </w:rPr>
      <w:t>By</w:t>
    </w:r>
    <w:r w:rsidR="00BF00E2">
      <w:rPr>
        <w:rFonts w:asciiTheme="minorHAnsi" w:hAnsiTheme="minorHAnsi" w:cstheme="minorHAnsi"/>
        <w:sz w:val="16"/>
        <w:szCs w:val="16"/>
      </w:rPr>
      <w:t>-</w:t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</w:r>
    <w:r w:rsidR="00BF00E2">
      <w:rPr>
        <w:rFonts w:asciiTheme="minorHAnsi" w:hAnsiTheme="minorHAnsi" w:cstheme="minorHAnsi"/>
        <w:sz w:val="16"/>
        <w:szCs w:val="16"/>
      </w:rPr>
      <w:tab/>
    </w:r>
    <w:r w:rsidR="00BF00E2" w:rsidRPr="00C250B0">
      <w:rPr>
        <w:rFonts w:asciiTheme="minorHAnsi" w:hAnsiTheme="minorHAnsi" w:cstheme="minorHAnsi"/>
        <w:sz w:val="16"/>
        <w:szCs w:val="16"/>
      </w:rPr>
      <w:t xml:space="preserve">Page </w:t>
    </w:r>
    <w:r w:rsidR="00BF00E2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BF00E2"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="00BF00E2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3B2A79">
      <w:rPr>
        <w:rFonts w:asciiTheme="minorHAnsi" w:hAnsiTheme="minorHAnsi" w:cstheme="minorHAnsi"/>
        <w:b/>
        <w:noProof/>
        <w:sz w:val="16"/>
        <w:szCs w:val="16"/>
      </w:rPr>
      <w:t>1</w:t>
    </w:r>
    <w:r w:rsidR="00BF00E2"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="00BF00E2" w:rsidRPr="00C250B0">
      <w:rPr>
        <w:rFonts w:asciiTheme="minorHAnsi" w:hAnsiTheme="minorHAnsi" w:cstheme="minorHAnsi"/>
        <w:sz w:val="16"/>
        <w:szCs w:val="16"/>
      </w:rPr>
      <w:t xml:space="preserve"> of </w:t>
    </w:r>
    <w:r w:rsidR="00BF00E2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BF00E2"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="00BF00E2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3B2A79">
      <w:rPr>
        <w:rFonts w:asciiTheme="minorHAnsi" w:hAnsiTheme="minorHAnsi" w:cstheme="minorHAnsi"/>
        <w:b/>
        <w:noProof/>
        <w:sz w:val="16"/>
        <w:szCs w:val="16"/>
      </w:rPr>
      <w:t>6</w:t>
    </w:r>
    <w:r w:rsidR="00BF00E2"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E255D" w14:textId="77777777" w:rsidR="009775EC" w:rsidRDefault="009775EC">
      <w:r>
        <w:separator/>
      </w:r>
    </w:p>
  </w:footnote>
  <w:footnote w:type="continuationSeparator" w:id="0">
    <w:p w14:paraId="32727B49" w14:textId="77777777" w:rsidR="009775EC" w:rsidRDefault="00977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CC4D1" w14:textId="312FA415" w:rsidR="00BF00E2" w:rsidRPr="00B56678" w:rsidRDefault="00BF00E2" w:rsidP="006C1BBB">
    <w:pPr>
      <w:pStyle w:val="Header1"/>
      <w:jc w:val="right"/>
    </w:pPr>
    <w:r>
      <w:t xml:space="preserve">     </w:t>
    </w:r>
  </w:p>
  <w:p w14:paraId="3E4DAFBD" w14:textId="77777777" w:rsidR="00BF00E2" w:rsidRDefault="00BF00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07F0"/>
    <w:multiLevelType w:val="hybridMultilevel"/>
    <w:tmpl w:val="66B6D4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650A42"/>
    <w:multiLevelType w:val="hybridMultilevel"/>
    <w:tmpl w:val="86167B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A16764"/>
    <w:multiLevelType w:val="hybridMultilevel"/>
    <w:tmpl w:val="8B663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0528EA"/>
    <w:multiLevelType w:val="hybridMultilevel"/>
    <w:tmpl w:val="ABB827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477E12"/>
    <w:multiLevelType w:val="hybridMultilevel"/>
    <w:tmpl w:val="E2A6B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EC3778"/>
    <w:multiLevelType w:val="hybridMultilevel"/>
    <w:tmpl w:val="F34A24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1B3673"/>
    <w:multiLevelType w:val="hybridMultilevel"/>
    <w:tmpl w:val="213A23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4E2D99"/>
    <w:multiLevelType w:val="hybridMultilevel"/>
    <w:tmpl w:val="F8A682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23389C"/>
    <w:multiLevelType w:val="hybridMultilevel"/>
    <w:tmpl w:val="6D04CF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696BD5"/>
    <w:multiLevelType w:val="hybridMultilevel"/>
    <w:tmpl w:val="0B90FA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EA5A59"/>
    <w:multiLevelType w:val="hybridMultilevel"/>
    <w:tmpl w:val="C28AA3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F17F5B"/>
    <w:multiLevelType w:val="hybridMultilevel"/>
    <w:tmpl w:val="19CCF5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861B89"/>
    <w:multiLevelType w:val="hybridMultilevel"/>
    <w:tmpl w:val="3A36B3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B93E53"/>
    <w:multiLevelType w:val="hybridMultilevel"/>
    <w:tmpl w:val="8CA86C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B96940"/>
    <w:multiLevelType w:val="hybridMultilevel"/>
    <w:tmpl w:val="DAA22C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E70DB9"/>
    <w:multiLevelType w:val="hybridMultilevel"/>
    <w:tmpl w:val="6F6E5F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1E731E"/>
    <w:multiLevelType w:val="hybridMultilevel"/>
    <w:tmpl w:val="D01656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BC2B22"/>
    <w:multiLevelType w:val="hybridMultilevel"/>
    <w:tmpl w:val="D14A9934"/>
    <w:lvl w:ilvl="0" w:tplc="080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1" w15:restartNumberingAfterBreak="0">
    <w:nsid w:val="39D71FE8"/>
    <w:multiLevelType w:val="hybridMultilevel"/>
    <w:tmpl w:val="84288D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1622B9"/>
    <w:multiLevelType w:val="hybridMultilevel"/>
    <w:tmpl w:val="95CC1F3C"/>
    <w:lvl w:ilvl="0" w:tplc="0809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3" w15:restartNumberingAfterBreak="0">
    <w:nsid w:val="3B392EA1"/>
    <w:multiLevelType w:val="hybridMultilevel"/>
    <w:tmpl w:val="038A0DB2"/>
    <w:lvl w:ilvl="0" w:tplc="080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4" w15:restartNumberingAfterBreak="0">
    <w:nsid w:val="40DC6F96"/>
    <w:multiLevelType w:val="hybridMultilevel"/>
    <w:tmpl w:val="0CBCD3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095B0A"/>
    <w:multiLevelType w:val="hybridMultilevel"/>
    <w:tmpl w:val="C8BC6C2A"/>
    <w:lvl w:ilvl="0" w:tplc="08090001">
      <w:start w:val="1"/>
      <w:numFmt w:val="bullet"/>
      <w:lvlText w:val=""/>
      <w:lvlJc w:val="left"/>
      <w:pPr>
        <w:ind w:left="3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7" w15:restartNumberingAfterBreak="0">
    <w:nsid w:val="44E71E47"/>
    <w:multiLevelType w:val="hybridMultilevel"/>
    <w:tmpl w:val="6C1282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B721792"/>
    <w:multiLevelType w:val="hybridMultilevel"/>
    <w:tmpl w:val="CB1EB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BFA75CC"/>
    <w:multiLevelType w:val="hybridMultilevel"/>
    <w:tmpl w:val="7F3CBD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263F5E"/>
    <w:multiLevelType w:val="hybridMultilevel"/>
    <w:tmpl w:val="8A321D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2C87FD1"/>
    <w:multiLevelType w:val="hybridMultilevel"/>
    <w:tmpl w:val="93E67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59A2F33"/>
    <w:multiLevelType w:val="hybridMultilevel"/>
    <w:tmpl w:val="3050DA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2D12A3"/>
    <w:multiLevelType w:val="hybridMultilevel"/>
    <w:tmpl w:val="6E16A8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02769C"/>
    <w:multiLevelType w:val="hybridMultilevel"/>
    <w:tmpl w:val="17DCC6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ED3E37"/>
    <w:multiLevelType w:val="hybridMultilevel"/>
    <w:tmpl w:val="918AD0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BA6529"/>
    <w:multiLevelType w:val="hybridMultilevel"/>
    <w:tmpl w:val="896468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404F5A"/>
    <w:multiLevelType w:val="hybridMultilevel"/>
    <w:tmpl w:val="0BA4D3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4F5FB6"/>
    <w:multiLevelType w:val="hybridMultilevel"/>
    <w:tmpl w:val="03D41F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CF2323"/>
    <w:multiLevelType w:val="hybridMultilevel"/>
    <w:tmpl w:val="7DD84E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E148C0"/>
    <w:multiLevelType w:val="hybridMultilevel"/>
    <w:tmpl w:val="4182AB48"/>
    <w:lvl w:ilvl="0" w:tplc="0809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42" w15:restartNumberingAfterBreak="0">
    <w:nsid w:val="73401CED"/>
    <w:multiLevelType w:val="hybridMultilevel"/>
    <w:tmpl w:val="B3C4D5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A10CA9"/>
    <w:multiLevelType w:val="hybridMultilevel"/>
    <w:tmpl w:val="67E42E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78100B"/>
    <w:multiLevelType w:val="hybridMultilevel"/>
    <w:tmpl w:val="6B32E6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86221E"/>
    <w:multiLevelType w:val="hybridMultilevel"/>
    <w:tmpl w:val="17CA27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25"/>
  </w:num>
  <w:num w:numId="4">
    <w:abstractNumId w:val="3"/>
  </w:num>
  <w:num w:numId="5">
    <w:abstractNumId w:val="13"/>
  </w:num>
  <w:num w:numId="6">
    <w:abstractNumId w:val="5"/>
  </w:num>
  <w:num w:numId="7">
    <w:abstractNumId w:val="29"/>
  </w:num>
  <w:num w:numId="8">
    <w:abstractNumId w:val="6"/>
  </w:num>
  <w:num w:numId="9">
    <w:abstractNumId w:val="36"/>
  </w:num>
  <w:num w:numId="10">
    <w:abstractNumId w:val="18"/>
  </w:num>
  <w:num w:numId="11">
    <w:abstractNumId w:val="19"/>
  </w:num>
  <w:num w:numId="12">
    <w:abstractNumId w:val="45"/>
  </w:num>
  <w:num w:numId="13">
    <w:abstractNumId w:val="10"/>
  </w:num>
  <w:num w:numId="14">
    <w:abstractNumId w:val="31"/>
  </w:num>
  <w:num w:numId="15">
    <w:abstractNumId w:val="24"/>
  </w:num>
  <w:num w:numId="16">
    <w:abstractNumId w:val="26"/>
  </w:num>
  <w:num w:numId="17">
    <w:abstractNumId w:val="9"/>
  </w:num>
  <w:num w:numId="18">
    <w:abstractNumId w:val="22"/>
  </w:num>
  <w:num w:numId="19">
    <w:abstractNumId w:val="0"/>
  </w:num>
  <w:num w:numId="20">
    <w:abstractNumId w:val="16"/>
  </w:num>
  <w:num w:numId="21">
    <w:abstractNumId w:val="41"/>
  </w:num>
  <w:num w:numId="22">
    <w:abstractNumId w:val="7"/>
  </w:num>
  <w:num w:numId="23">
    <w:abstractNumId w:val="37"/>
  </w:num>
  <w:num w:numId="24">
    <w:abstractNumId w:val="43"/>
  </w:num>
  <w:num w:numId="25">
    <w:abstractNumId w:val="40"/>
  </w:num>
  <w:num w:numId="26">
    <w:abstractNumId w:val="4"/>
  </w:num>
  <w:num w:numId="27">
    <w:abstractNumId w:val="44"/>
  </w:num>
  <w:num w:numId="28">
    <w:abstractNumId w:val="34"/>
  </w:num>
  <w:num w:numId="29">
    <w:abstractNumId w:val="38"/>
  </w:num>
  <w:num w:numId="30">
    <w:abstractNumId w:val="32"/>
  </w:num>
  <w:num w:numId="31">
    <w:abstractNumId w:val="15"/>
  </w:num>
  <w:num w:numId="32">
    <w:abstractNumId w:val="1"/>
  </w:num>
  <w:num w:numId="33">
    <w:abstractNumId w:val="11"/>
  </w:num>
  <w:num w:numId="34">
    <w:abstractNumId w:val="21"/>
  </w:num>
  <w:num w:numId="35">
    <w:abstractNumId w:val="14"/>
  </w:num>
  <w:num w:numId="36">
    <w:abstractNumId w:val="2"/>
  </w:num>
  <w:num w:numId="37">
    <w:abstractNumId w:val="12"/>
  </w:num>
  <w:num w:numId="38">
    <w:abstractNumId w:val="35"/>
  </w:num>
  <w:num w:numId="39">
    <w:abstractNumId w:val="39"/>
  </w:num>
  <w:num w:numId="40">
    <w:abstractNumId w:val="33"/>
  </w:num>
  <w:num w:numId="41">
    <w:abstractNumId w:val="8"/>
  </w:num>
  <w:num w:numId="42">
    <w:abstractNumId w:val="42"/>
  </w:num>
  <w:num w:numId="43">
    <w:abstractNumId w:val="23"/>
  </w:num>
  <w:num w:numId="44">
    <w:abstractNumId w:val="20"/>
  </w:num>
  <w:num w:numId="45">
    <w:abstractNumId w:val="27"/>
  </w:num>
  <w:num w:numId="46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BCE"/>
    <w:rsid w:val="00082EB2"/>
    <w:rsid w:val="00087684"/>
    <w:rsid w:val="00096247"/>
    <w:rsid w:val="000962AF"/>
    <w:rsid w:val="000B5AAE"/>
    <w:rsid w:val="000C5559"/>
    <w:rsid w:val="000D34CA"/>
    <w:rsid w:val="000E1D3D"/>
    <w:rsid w:val="000F0CEE"/>
    <w:rsid w:val="000F2A0C"/>
    <w:rsid w:val="001603FD"/>
    <w:rsid w:val="00161722"/>
    <w:rsid w:val="00180839"/>
    <w:rsid w:val="0018127C"/>
    <w:rsid w:val="00181CC2"/>
    <w:rsid w:val="00184EA0"/>
    <w:rsid w:val="001900B8"/>
    <w:rsid w:val="00193F7D"/>
    <w:rsid w:val="001B39C8"/>
    <w:rsid w:val="001B74F1"/>
    <w:rsid w:val="001C3D81"/>
    <w:rsid w:val="001C4FD2"/>
    <w:rsid w:val="001D490A"/>
    <w:rsid w:val="001D53AA"/>
    <w:rsid w:val="001E16C1"/>
    <w:rsid w:val="001E5F5E"/>
    <w:rsid w:val="001F4612"/>
    <w:rsid w:val="00200381"/>
    <w:rsid w:val="002123AE"/>
    <w:rsid w:val="002330F7"/>
    <w:rsid w:val="0024245F"/>
    <w:rsid w:val="002511B0"/>
    <w:rsid w:val="00257CEC"/>
    <w:rsid w:val="002605EC"/>
    <w:rsid w:val="00264FD6"/>
    <w:rsid w:val="00277E03"/>
    <w:rsid w:val="002852E3"/>
    <w:rsid w:val="00290F3A"/>
    <w:rsid w:val="002915F2"/>
    <w:rsid w:val="002A00AA"/>
    <w:rsid w:val="002A26F9"/>
    <w:rsid w:val="002B41EE"/>
    <w:rsid w:val="002D03A6"/>
    <w:rsid w:val="002D228D"/>
    <w:rsid w:val="002D3336"/>
    <w:rsid w:val="002E2609"/>
    <w:rsid w:val="002E4E40"/>
    <w:rsid w:val="003021DE"/>
    <w:rsid w:val="00306137"/>
    <w:rsid w:val="00307A0C"/>
    <w:rsid w:val="0031210D"/>
    <w:rsid w:val="003255AA"/>
    <w:rsid w:val="00352BB7"/>
    <w:rsid w:val="00357480"/>
    <w:rsid w:val="00357AD0"/>
    <w:rsid w:val="003831EA"/>
    <w:rsid w:val="00390844"/>
    <w:rsid w:val="003A2003"/>
    <w:rsid w:val="003A6386"/>
    <w:rsid w:val="003A738C"/>
    <w:rsid w:val="003B2A79"/>
    <w:rsid w:val="003C03E8"/>
    <w:rsid w:val="003C5C31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32D3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145CC"/>
    <w:rsid w:val="0052366D"/>
    <w:rsid w:val="005240BD"/>
    <w:rsid w:val="00524320"/>
    <w:rsid w:val="0052553E"/>
    <w:rsid w:val="00525FDA"/>
    <w:rsid w:val="005418CD"/>
    <w:rsid w:val="00544074"/>
    <w:rsid w:val="00552A9D"/>
    <w:rsid w:val="00563F38"/>
    <w:rsid w:val="00576979"/>
    <w:rsid w:val="0059074B"/>
    <w:rsid w:val="005915F7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722E5"/>
    <w:rsid w:val="00697BE0"/>
    <w:rsid w:val="006A1EFB"/>
    <w:rsid w:val="006B3367"/>
    <w:rsid w:val="006C1BBB"/>
    <w:rsid w:val="00706D47"/>
    <w:rsid w:val="00712AC0"/>
    <w:rsid w:val="00722C45"/>
    <w:rsid w:val="00735AD4"/>
    <w:rsid w:val="00736497"/>
    <w:rsid w:val="00736668"/>
    <w:rsid w:val="00742D75"/>
    <w:rsid w:val="00745448"/>
    <w:rsid w:val="0075578E"/>
    <w:rsid w:val="00763CE1"/>
    <w:rsid w:val="00774127"/>
    <w:rsid w:val="007770CC"/>
    <w:rsid w:val="007934F3"/>
    <w:rsid w:val="007938C2"/>
    <w:rsid w:val="007A47CC"/>
    <w:rsid w:val="007B32A3"/>
    <w:rsid w:val="007E1D98"/>
    <w:rsid w:val="007E5C4E"/>
    <w:rsid w:val="007F1BD3"/>
    <w:rsid w:val="007F3D03"/>
    <w:rsid w:val="007F7185"/>
    <w:rsid w:val="007F77F6"/>
    <w:rsid w:val="00813101"/>
    <w:rsid w:val="008215B7"/>
    <w:rsid w:val="00822620"/>
    <w:rsid w:val="008277A6"/>
    <w:rsid w:val="0083568E"/>
    <w:rsid w:val="00840734"/>
    <w:rsid w:val="00865FFD"/>
    <w:rsid w:val="008721C9"/>
    <w:rsid w:val="00880BCD"/>
    <w:rsid w:val="0088689F"/>
    <w:rsid w:val="008A4ACE"/>
    <w:rsid w:val="008B0388"/>
    <w:rsid w:val="008C60DD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775EC"/>
    <w:rsid w:val="00980D07"/>
    <w:rsid w:val="009957A5"/>
    <w:rsid w:val="009A14C4"/>
    <w:rsid w:val="009A1CD4"/>
    <w:rsid w:val="009A4000"/>
    <w:rsid w:val="009B64D1"/>
    <w:rsid w:val="009D0832"/>
    <w:rsid w:val="009E614E"/>
    <w:rsid w:val="00A02DA2"/>
    <w:rsid w:val="00A05AFB"/>
    <w:rsid w:val="00A10B6D"/>
    <w:rsid w:val="00A21C7A"/>
    <w:rsid w:val="00A238F7"/>
    <w:rsid w:val="00A24C13"/>
    <w:rsid w:val="00A4130F"/>
    <w:rsid w:val="00A44C9A"/>
    <w:rsid w:val="00A5429F"/>
    <w:rsid w:val="00A5515F"/>
    <w:rsid w:val="00A60492"/>
    <w:rsid w:val="00A62EF7"/>
    <w:rsid w:val="00A92E75"/>
    <w:rsid w:val="00AB19EA"/>
    <w:rsid w:val="00AD432A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87DEF"/>
    <w:rsid w:val="00BB59B5"/>
    <w:rsid w:val="00BC219A"/>
    <w:rsid w:val="00BD0BF9"/>
    <w:rsid w:val="00BE29A7"/>
    <w:rsid w:val="00BE4900"/>
    <w:rsid w:val="00BF00E2"/>
    <w:rsid w:val="00BF02FC"/>
    <w:rsid w:val="00C153A8"/>
    <w:rsid w:val="00C167BE"/>
    <w:rsid w:val="00C203A6"/>
    <w:rsid w:val="00C250B0"/>
    <w:rsid w:val="00C26C6F"/>
    <w:rsid w:val="00C26D95"/>
    <w:rsid w:val="00C315AF"/>
    <w:rsid w:val="00C34346"/>
    <w:rsid w:val="00C37D5A"/>
    <w:rsid w:val="00C423BE"/>
    <w:rsid w:val="00C458C3"/>
    <w:rsid w:val="00C605CB"/>
    <w:rsid w:val="00C7200D"/>
    <w:rsid w:val="00C72D24"/>
    <w:rsid w:val="00C9498E"/>
    <w:rsid w:val="00CA0BD2"/>
    <w:rsid w:val="00CB7DAB"/>
    <w:rsid w:val="00CB7EF2"/>
    <w:rsid w:val="00CC7459"/>
    <w:rsid w:val="00CE6882"/>
    <w:rsid w:val="00D01F6C"/>
    <w:rsid w:val="00D03CAA"/>
    <w:rsid w:val="00D200D4"/>
    <w:rsid w:val="00D23A0E"/>
    <w:rsid w:val="00D307C4"/>
    <w:rsid w:val="00D37A5C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DE767D"/>
    <w:rsid w:val="00E04850"/>
    <w:rsid w:val="00E12720"/>
    <w:rsid w:val="00E14BEC"/>
    <w:rsid w:val="00E327E7"/>
    <w:rsid w:val="00E51268"/>
    <w:rsid w:val="00E55F3C"/>
    <w:rsid w:val="00E6695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0C60"/>
    <w:rsid w:val="00F43A03"/>
    <w:rsid w:val="00F51D95"/>
    <w:rsid w:val="00F5282B"/>
    <w:rsid w:val="00F619C9"/>
    <w:rsid w:val="00F65920"/>
    <w:rsid w:val="00F6669C"/>
    <w:rsid w:val="00F70A9E"/>
    <w:rsid w:val="00F82949"/>
    <w:rsid w:val="00F82DC1"/>
    <w:rsid w:val="00F83002"/>
    <w:rsid w:val="00F878E6"/>
    <w:rsid w:val="00F96A7B"/>
    <w:rsid w:val="00FB19A6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658CA8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4EA0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706D47"/>
    <w:pPr>
      <w:spacing w:after="120"/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706D47"/>
    <w:rPr>
      <w:rFonts w:ascii="Arial" w:hAnsi="Arial"/>
      <w:lang w:eastAsia="en-US"/>
    </w:rPr>
  </w:style>
  <w:style w:type="character" w:customStyle="1" w:styleId="Heading2Char">
    <w:name w:val="Heading 2 Char"/>
    <w:basedOn w:val="DefaultParagraphFont"/>
    <w:link w:val="Heading2"/>
    <w:rsid w:val="006722E5"/>
    <w:rPr>
      <w:rFonts w:ascii="Verdana" w:hAnsi="Verdana"/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5E70F5-350C-4E64-88E7-7759CF5C2F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68D840-F7FF-412B-B2F3-1FF6EE3566D7}"/>
</file>

<file path=customXml/itemProps3.xml><?xml version="1.0" encoding="utf-8"?>
<ds:datastoreItem xmlns:ds="http://schemas.openxmlformats.org/officeDocument/2006/customXml" ds:itemID="{334D18F2-85AE-421C-BA7D-549BFE2860EF}"/>
</file>

<file path=customXml/itemProps4.xml><?xml version="1.0" encoding="utf-8"?>
<ds:datastoreItem xmlns:ds="http://schemas.openxmlformats.org/officeDocument/2006/customXml" ds:itemID="{FC747CEC-A789-4FAD-A268-9B4F212CFFDA}"/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127</TotalTime>
  <Pages>6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21</cp:revision>
  <cp:lastPrinted>2019-10-08T15:07:00Z</cp:lastPrinted>
  <dcterms:created xsi:type="dcterms:W3CDTF">2019-10-09T13:06:00Z</dcterms:created>
  <dcterms:modified xsi:type="dcterms:W3CDTF">2020-09-07T14:22:00Z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